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6"/>
        <w:gridCol w:w="1939"/>
      </w:tblGrid>
      <w:tr w:rsidR="005271D6" w:rsidRPr="00936C2A" w14:paraId="6A1C6B7D" w14:textId="77777777" w:rsidTr="003F319A">
        <w:trPr>
          <w:cantSplit/>
          <w:trHeight w:val="2600"/>
        </w:trPr>
        <w:tc>
          <w:tcPr>
            <w:tcW w:w="7116" w:type="dxa"/>
          </w:tcPr>
          <w:p w14:paraId="7EC83968" w14:textId="77777777" w:rsidR="005271D6" w:rsidRPr="00936C2A" w:rsidRDefault="005271D6" w:rsidP="00353FAA">
            <w:bookmarkStart w:id="0" w:name="_GoBack"/>
            <w:bookmarkEnd w:id="0"/>
          </w:p>
          <w:p w14:paraId="624F4CC8" w14:textId="77777777" w:rsidR="005271D6" w:rsidRPr="00936C2A" w:rsidRDefault="005271D6" w:rsidP="00353FAA"/>
          <w:p w14:paraId="17417431" w14:textId="7A459419" w:rsidR="00E46DA0" w:rsidRPr="00936C2A" w:rsidRDefault="005909A7" w:rsidP="00E46DA0">
            <w:r>
              <w:t>1</w:t>
            </w:r>
            <w:r w:rsidR="005079CB">
              <w:t>3</w:t>
            </w:r>
            <w:r>
              <w:t>. september 2025</w:t>
            </w:r>
          </w:p>
          <w:p w14:paraId="451345FB" w14:textId="77777777" w:rsidR="007F73B3" w:rsidRPr="00936C2A" w:rsidRDefault="007F73B3" w:rsidP="00E9493A"/>
        </w:tc>
        <w:tc>
          <w:tcPr>
            <w:tcW w:w="1939" w:type="dxa"/>
          </w:tcPr>
          <w:p w14:paraId="0F708148" w14:textId="5142917E" w:rsidR="00E653FB" w:rsidRDefault="00E653FB" w:rsidP="00557A69"/>
          <w:p w14:paraId="01D47B59" w14:textId="1EFB585D" w:rsidR="00E653FB" w:rsidRDefault="00E653FB" w:rsidP="005909A7"/>
          <w:p w14:paraId="2B79AC6C" w14:textId="3637715A" w:rsidR="005909A7" w:rsidRDefault="005909A7" w:rsidP="00E653FB">
            <w:pPr>
              <w:ind w:firstLine="1304"/>
            </w:pPr>
          </w:p>
          <w:p w14:paraId="08046ABB" w14:textId="77777777" w:rsidR="005271D6" w:rsidRPr="005909A7" w:rsidRDefault="005271D6" w:rsidP="005909A7"/>
        </w:tc>
      </w:tr>
      <w:tr w:rsidR="00541D1B" w:rsidRPr="00936C2A" w14:paraId="528EC4FB" w14:textId="77777777" w:rsidTr="003F319A">
        <w:trPr>
          <w:cantSplit/>
        </w:trPr>
        <w:tc>
          <w:tcPr>
            <w:tcW w:w="7116" w:type="dxa"/>
          </w:tcPr>
          <w:p w14:paraId="49C26178" w14:textId="12B7A50A" w:rsidR="00541D1B" w:rsidRPr="00936C2A" w:rsidRDefault="00E9493A" w:rsidP="00BC60DC">
            <w:pPr>
              <w:pStyle w:val="DocumentHeading"/>
            </w:pPr>
            <w:r>
              <w:t xml:space="preserve">Høring over </w:t>
            </w:r>
            <w:r w:rsidR="001618A9">
              <w:t xml:space="preserve">ændring af </w:t>
            </w:r>
            <w:r w:rsidR="00626D59">
              <w:t>emballage</w:t>
            </w:r>
            <w:r>
              <w:t>bekendtgørelse</w:t>
            </w:r>
            <w:r w:rsidR="00626D59">
              <w:t>n</w:t>
            </w:r>
            <w:r>
              <w:t xml:space="preserve"> </w:t>
            </w:r>
          </w:p>
        </w:tc>
        <w:tc>
          <w:tcPr>
            <w:tcW w:w="1939" w:type="dxa"/>
          </w:tcPr>
          <w:p w14:paraId="41220E63" w14:textId="77777777" w:rsidR="00541D1B" w:rsidRPr="00936C2A" w:rsidRDefault="00541D1B" w:rsidP="00557A69"/>
        </w:tc>
      </w:tr>
    </w:tbl>
    <w:p w14:paraId="4A27A2EE" w14:textId="77777777" w:rsidR="00BC1C77" w:rsidRDefault="00BC1C77" w:rsidP="00FE7E77"/>
    <w:p w14:paraId="6DA264D1" w14:textId="56FDB71A" w:rsidR="001D4C4F" w:rsidRPr="00C12F55" w:rsidRDefault="001D4C4F" w:rsidP="00844367">
      <w:pPr>
        <w:spacing w:line="276" w:lineRule="auto"/>
        <w:jc w:val="both"/>
        <w:rPr>
          <w:rFonts w:asciiTheme="minorHAnsi" w:hAnsiTheme="minorHAnsi"/>
        </w:rPr>
      </w:pPr>
      <w:r w:rsidRPr="00A07230">
        <w:rPr>
          <w:rFonts w:asciiTheme="minorHAnsi" w:hAnsiTheme="minorHAnsi"/>
        </w:rPr>
        <w:t>Hermed sendes</w:t>
      </w:r>
      <w:r w:rsidR="001618A9">
        <w:rPr>
          <w:rFonts w:asciiTheme="minorHAnsi" w:hAnsiTheme="minorHAnsi"/>
        </w:rPr>
        <w:t xml:space="preserve"> udkast til bekendtgørelse om</w:t>
      </w:r>
      <w:r w:rsidRPr="00A07230">
        <w:rPr>
          <w:rFonts w:asciiTheme="minorHAnsi" w:hAnsiTheme="minorHAnsi"/>
        </w:rPr>
        <w:t xml:space="preserve"> </w:t>
      </w:r>
      <w:r w:rsidR="00C12F55">
        <w:t xml:space="preserve">visse krav til emballager, udvidet producentansvar for emballage samt øvrigt affald der indsamles med emballageaffald </w:t>
      </w:r>
      <w:r>
        <w:rPr>
          <w:rFonts w:asciiTheme="minorHAnsi" w:hAnsiTheme="minorHAnsi"/>
        </w:rPr>
        <w:t>i høring. Miljø</w:t>
      </w:r>
      <w:r w:rsidR="00626D59">
        <w:rPr>
          <w:rFonts w:asciiTheme="minorHAnsi" w:hAnsiTheme="minorHAnsi"/>
        </w:rPr>
        <w:t xml:space="preserve">- </w:t>
      </w:r>
      <w:r w:rsidR="00BC60DC">
        <w:rPr>
          <w:rFonts w:asciiTheme="minorHAnsi" w:hAnsiTheme="minorHAnsi"/>
        </w:rPr>
        <w:t>og Ligestillings</w:t>
      </w:r>
      <w:r w:rsidRPr="00A07230">
        <w:rPr>
          <w:rFonts w:asciiTheme="minorHAnsi" w:hAnsiTheme="minorHAnsi"/>
        </w:rPr>
        <w:t xml:space="preserve">ministeriet skal venligst anmode om at modtage eventuelle høringssvar </w:t>
      </w:r>
      <w:r w:rsidRPr="00436D70">
        <w:rPr>
          <w:rFonts w:asciiTheme="minorHAnsi" w:hAnsiTheme="minorHAnsi"/>
          <w:b/>
        </w:rPr>
        <w:t xml:space="preserve">senest </w:t>
      </w:r>
      <w:r w:rsidRPr="00AC1A42">
        <w:rPr>
          <w:rFonts w:asciiTheme="minorHAnsi" w:hAnsiTheme="minorHAnsi"/>
          <w:b/>
        </w:rPr>
        <w:t xml:space="preserve">den </w:t>
      </w:r>
      <w:r w:rsidR="007E7780">
        <w:rPr>
          <w:rFonts w:asciiTheme="minorHAnsi" w:hAnsiTheme="minorHAnsi"/>
          <w:b/>
        </w:rPr>
        <w:t>1</w:t>
      </w:r>
      <w:r w:rsidR="00827C02">
        <w:rPr>
          <w:rFonts w:asciiTheme="minorHAnsi" w:hAnsiTheme="minorHAnsi"/>
          <w:b/>
        </w:rPr>
        <w:t>9</w:t>
      </w:r>
      <w:r w:rsidR="007E7780">
        <w:rPr>
          <w:rFonts w:asciiTheme="minorHAnsi" w:hAnsiTheme="minorHAnsi"/>
          <w:b/>
        </w:rPr>
        <w:t xml:space="preserve">. </w:t>
      </w:r>
      <w:r w:rsidR="00827C02">
        <w:rPr>
          <w:rFonts w:asciiTheme="minorHAnsi" w:hAnsiTheme="minorHAnsi"/>
          <w:b/>
        </w:rPr>
        <w:t>september</w:t>
      </w:r>
      <w:r w:rsidR="007E7780">
        <w:rPr>
          <w:rFonts w:asciiTheme="minorHAnsi" w:hAnsiTheme="minorHAnsi"/>
          <w:b/>
        </w:rPr>
        <w:t xml:space="preserve"> 2025</w:t>
      </w:r>
      <w:r w:rsidRPr="00AC1A42">
        <w:rPr>
          <w:rFonts w:asciiTheme="minorHAnsi" w:hAnsiTheme="minorHAnsi"/>
          <w:b/>
        </w:rPr>
        <w:t>.</w:t>
      </w:r>
      <w:r w:rsidR="00086725" w:rsidRPr="00AC1A42">
        <w:rPr>
          <w:rFonts w:asciiTheme="minorHAnsi" w:hAnsiTheme="minorHAnsi"/>
          <w:b/>
        </w:rPr>
        <w:t xml:space="preserve"> </w:t>
      </w:r>
    </w:p>
    <w:p w14:paraId="0EFFE3C7" w14:textId="59044EC8" w:rsidR="00E5390D" w:rsidRDefault="00E5390D" w:rsidP="00844367">
      <w:pPr>
        <w:jc w:val="both"/>
      </w:pPr>
      <w:bookmarkStart w:id="1" w:name="_Hlk164783927"/>
    </w:p>
    <w:p w14:paraId="5FF18724" w14:textId="2C159EC4" w:rsidR="00827C02" w:rsidRDefault="00827C02" w:rsidP="000C5552">
      <w:bookmarkStart w:id="2" w:name="_Hlk198800155"/>
      <w:r>
        <w:t xml:space="preserve">Udkastet til bekendtgørelse har tidligere været i høring i perioden </w:t>
      </w:r>
      <w:r w:rsidR="0097737E">
        <w:t>10. ju</w:t>
      </w:r>
      <w:r w:rsidR="0036291D">
        <w:t>n</w:t>
      </w:r>
      <w:r w:rsidR="0097737E">
        <w:t>i 2025 til den 12. august 2025</w:t>
      </w:r>
      <w:r>
        <w:t xml:space="preserve">. Denne høring angik en opdatering af bekendtgørelsen, primært i §§ 1, 35 og 77, </w:t>
      </w:r>
    </w:p>
    <w:p w14:paraId="2ECB14FA" w14:textId="1706F3CC" w:rsidR="00730BF0" w:rsidRDefault="00C3099B" w:rsidP="000C5552">
      <w:r w:rsidRPr="00C3099B">
        <w:t xml:space="preserve">med henblik på </w:t>
      </w:r>
      <w:r w:rsidR="000C5552" w:rsidRPr="00C3099B">
        <w:t xml:space="preserve">at sikre, at kollektive ordninger, der har fået pligt til at overtage affald ved nødtildeling, kan få dækket deres faktiske, dokumenterede omkostninger via sikkerhedsstillelsen i perioden frem til, at en ny tildeling træder i kraft. </w:t>
      </w:r>
      <w:r w:rsidR="00827C02">
        <w:t>Miljø- og Ligestillingsministeriet har allerede modtaget et antal høringssvar til de foreslåede ændringer, der angår dette emne.</w:t>
      </w:r>
    </w:p>
    <w:bookmarkEnd w:id="2"/>
    <w:p w14:paraId="27FA95AF" w14:textId="6BBD373F" w:rsidR="000C5552" w:rsidRDefault="000C5552" w:rsidP="000C5552"/>
    <w:p w14:paraId="54FD52B0" w14:textId="52DFA274" w:rsidR="00827C02" w:rsidRDefault="00827C02" w:rsidP="000C5552">
      <w:r>
        <w:t xml:space="preserve">Ud over de foreslåede ændringer angående sikkerhedsstillelse, foreslås med denne høring ændring af visse regler om hvordan kommunalbestyrelserne skal opgøre deres omkostninger til emballageindsamling </w:t>
      </w:r>
      <w:r w:rsidR="00621B01">
        <w:t xml:space="preserve">(forslagets § 102, stk. 5 og 6, </w:t>
      </w:r>
      <w:r w:rsidR="00761CA8">
        <w:t>§ 103, stk. 2, nr. 3, bilag 11 og bilag 16) samt forslag til regler for</w:t>
      </w:r>
      <w:r w:rsidR="0034313D">
        <w:t>,</w:t>
      </w:r>
      <w:r w:rsidR="00761CA8">
        <w:t xml:space="preserve"> hvordan kommunalbestyrelserne i en overgangsperiode skal opkræve gebyrer (forslagets § 105, stk. 3 og 4).</w:t>
      </w:r>
    </w:p>
    <w:p w14:paraId="3A862D00" w14:textId="77777777" w:rsidR="00827C02" w:rsidRDefault="00827C02" w:rsidP="000C5552"/>
    <w:p w14:paraId="1A93EF9B" w14:textId="2F89022E" w:rsidR="000C5552" w:rsidRPr="00C3099B" w:rsidRDefault="00730BF0" w:rsidP="00A236C5">
      <w:pPr>
        <w:spacing w:line="240" w:lineRule="auto"/>
        <w:rPr>
          <w:i/>
        </w:rPr>
      </w:pPr>
      <w:r>
        <w:rPr>
          <w:i/>
        </w:rPr>
        <w:t xml:space="preserve">Øvrige </w:t>
      </w:r>
      <w:r w:rsidR="00EE2F16">
        <w:rPr>
          <w:i/>
        </w:rPr>
        <w:t>ændringsforslag</w:t>
      </w:r>
    </w:p>
    <w:p w14:paraId="584FD540" w14:textId="3C0BED59" w:rsidR="000C5552" w:rsidRDefault="00C3099B" w:rsidP="00E37166">
      <w:pPr>
        <w:rPr>
          <w:i/>
        </w:rPr>
      </w:pPr>
      <w:r w:rsidRPr="00C3099B">
        <w:t xml:space="preserve">I forbindelse med </w:t>
      </w:r>
      <w:r w:rsidR="00EE2F16">
        <w:t xml:space="preserve">forslaget til ændringer i </w:t>
      </w:r>
      <w:r w:rsidRPr="00C3099B">
        <w:t xml:space="preserve">bekendtgørelsen </w:t>
      </w:r>
      <w:r w:rsidR="008C78B1">
        <w:t>foreslå</w:t>
      </w:r>
      <w:r w:rsidR="0034313D">
        <w:t>s</w:t>
      </w:r>
      <w:r w:rsidRPr="00C3099B">
        <w:t xml:space="preserve"> desuden en række </w:t>
      </w:r>
      <w:r w:rsidR="00EE2F16">
        <w:t xml:space="preserve">mindre </w:t>
      </w:r>
      <w:r w:rsidRPr="00C3099B">
        <w:t>opdateringer, hvor historiske tidsfrister slettes og henvisninger opdateres</w:t>
      </w:r>
      <w:r w:rsidR="00730BF0">
        <w:t xml:space="preserve">, både i bestemmelser og bilag. </w:t>
      </w:r>
      <w:bookmarkEnd w:id="1"/>
    </w:p>
    <w:p w14:paraId="1BBD6607" w14:textId="77777777" w:rsidR="00AC1A42" w:rsidRDefault="00AC1A42" w:rsidP="00844367">
      <w:pPr>
        <w:jc w:val="both"/>
      </w:pPr>
    </w:p>
    <w:p w14:paraId="42942ED3" w14:textId="4E925B10" w:rsidR="000C5552" w:rsidRPr="00AC1A42" w:rsidRDefault="001D4C4F" w:rsidP="000C5552">
      <w:pPr>
        <w:spacing w:line="276" w:lineRule="auto"/>
        <w:jc w:val="both"/>
        <w:rPr>
          <w:rFonts w:asciiTheme="minorHAnsi" w:hAnsiTheme="minorHAnsi"/>
          <w:b/>
        </w:rPr>
      </w:pPr>
      <w:r w:rsidRPr="00AC1A42">
        <w:rPr>
          <w:rFonts w:asciiTheme="minorHAnsi" w:hAnsiTheme="minorHAnsi"/>
          <w:b/>
        </w:rPr>
        <w:t>Administrative og erhvervsøkonomiske konsekvenser</w:t>
      </w:r>
    </w:p>
    <w:p w14:paraId="2CACC6BE" w14:textId="77777777" w:rsidR="00436D70" w:rsidRDefault="00436D70" w:rsidP="00844367">
      <w:pPr>
        <w:spacing w:line="276" w:lineRule="auto"/>
        <w:jc w:val="both"/>
        <w:rPr>
          <w:rFonts w:asciiTheme="minorHAnsi" w:hAnsiTheme="minorHAnsi" w:cs="Calibri"/>
        </w:rPr>
      </w:pPr>
    </w:p>
    <w:p w14:paraId="1356DE96" w14:textId="09E83B11" w:rsidR="000C5552" w:rsidRDefault="00436D70" w:rsidP="00844367">
      <w:pPr>
        <w:spacing w:line="276" w:lineRule="auto"/>
        <w:jc w:val="both"/>
        <w:rPr>
          <w:rFonts w:asciiTheme="minorHAnsi" w:hAnsiTheme="minorHAnsi" w:cs="Calibri"/>
        </w:rPr>
      </w:pPr>
      <w:r w:rsidRPr="000C5552">
        <w:rPr>
          <w:rFonts w:asciiTheme="minorHAnsi" w:hAnsiTheme="minorHAnsi" w:cs="Calibri"/>
        </w:rPr>
        <w:t>Erhvervsstyrelsen</w:t>
      </w:r>
      <w:r>
        <w:rPr>
          <w:rFonts w:asciiTheme="minorHAnsi" w:hAnsiTheme="minorHAnsi" w:cs="Calibri"/>
        </w:rPr>
        <w:t>s</w:t>
      </w:r>
      <w:r w:rsidR="000C5552" w:rsidRPr="000C5552">
        <w:rPr>
          <w:rFonts w:asciiTheme="minorHAnsi" w:hAnsiTheme="minorHAnsi" w:cs="Calibri"/>
        </w:rPr>
        <w:t xml:space="preserve"> Område for Bedre Regulering (OBR</w:t>
      </w:r>
      <w:r w:rsidR="000C5552">
        <w:rPr>
          <w:rFonts w:asciiTheme="minorHAnsi" w:hAnsiTheme="minorHAnsi" w:cs="Calibri"/>
        </w:rPr>
        <w:t xml:space="preserve">) </w:t>
      </w:r>
      <w:r w:rsidR="000C5552" w:rsidRPr="000C5552">
        <w:rPr>
          <w:rFonts w:asciiTheme="minorHAnsi" w:hAnsiTheme="minorHAnsi" w:cs="Calibri"/>
        </w:rPr>
        <w:t>vurderer, at bekendtgørelsesudkastet ikke medfører administrative konsekvenser for erhvervslivet</w:t>
      </w:r>
      <w:r w:rsidR="000C5552">
        <w:rPr>
          <w:rFonts w:asciiTheme="minorHAnsi" w:hAnsiTheme="minorHAnsi" w:cs="Calibri"/>
        </w:rPr>
        <w:t>.</w:t>
      </w:r>
    </w:p>
    <w:p w14:paraId="1096A03A" w14:textId="77777777" w:rsidR="00E5390D" w:rsidRPr="00AC1A42" w:rsidRDefault="00E5390D" w:rsidP="00844367">
      <w:pPr>
        <w:spacing w:line="276" w:lineRule="auto"/>
        <w:jc w:val="both"/>
        <w:rPr>
          <w:rFonts w:asciiTheme="minorHAnsi" w:hAnsiTheme="minorHAnsi" w:cs="Calibri"/>
          <w:b/>
        </w:rPr>
      </w:pPr>
    </w:p>
    <w:p w14:paraId="10B78BC1" w14:textId="03F52E10" w:rsidR="001D4C4F" w:rsidRPr="00AC1A42" w:rsidRDefault="00AC1A42" w:rsidP="00844367">
      <w:pPr>
        <w:spacing w:line="276" w:lineRule="auto"/>
        <w:jc w:val="both"/>
        <w:rPr>
          <w:rFonts w:asciiTheme="minorHAnsi" w:hAnsiTheme="minorHAnsi"/>
          <w:b/>
        </w:rPr>
      </w:pPr>
      <w:r w:rsidRPr="00AC1A42">
        <w:rPr>
          <w:rFonts w:asciiTheme="minorHAnsi" w:hAnsiTheme="minorHAnsi"/>
          <w:b/>
        </w:rPr>
        <w:t>Forventet i</w:t>
      </w:r>
      <w:r w:rsidR="001D4C4F" w:rsidRPr="00AC1A42">
        <w:rPr>
          <w:rFonts w:asciiTheme="minorHAnsi" w:hAnsiTheme="minorHAnsi"/>
          <w:b/>
        </w:rPr>
        <w:t xml:space="preserve">krafttrædelse </w:t>
      </w:r>
    </w:p>
    <w:p w14:paraId="77910BB0" w14:textId="77777777" w:rsidR="00436D70" w:rsidRDefault="00436D70" w:rsidP="00844367">
      <w:pPr>
        <w:spacing w:line="276" w:lineRule="auto"/>
        <w:jc w:val="both"/>
      </w:pPr>
    </w:p>
    <w:p w14:paraId="7C8EE46C" w14:textId="7B514355" w:rsidR="001D4C4F" w:rsidRPr="00C3099B" w:rsidRDefault="000C5552" w:rsidP="00844367">
      <w:pPr>
        <w:spacing w:line="276" w:lineRule="auto"/>
        <w:jc w:val="both"/>
      </w:pPr>
      <w:r w:rsidRPr="00C3099B">
        <w:t>D</w:t>
      </w:r>
      <w:r w:rsidR="00214840" w:rsidRPr="00C3099B">
        <w:t xml:space="preserve">en </w:t>
      </w:r>
      <w:r w:rsidR="00E5390D" w:rsidRPr="00C3099B">
        <w:t xml:space="preserve">1. </w:t>
      </w:r>
      <w:r w:rsidR="00A236C5" w:rsidRPr="00C3099B">
        <w:t>oktober</w:t>
      </w:r>
      <w:r w:rsidR="00E5390D" w:rsidRPr="00C3099B">
        <w:t xml:space="preserve"> 2025.</w:t>
      </w:r>
    </w:p>
    <w:p w14:paraId="1C682B14" w14:textId="77777777" w:rsidR="00AC1A42" w:rsidRDefault="00AC1A42" w:rsidP="00844367">
      <w:pPr>
        <w:spacing w:line="276" w:lineRule="auto"/>
        <w:jc w:val="both"/>
        <w:rPr>
          <w:rFonts w:asciiTheme="minorHAnsi" w:hAnsiTheme="minorHAnsi"/>
          <w:b/>
        </w:rPr>
      </w:pPr>
    </w:p>
    <w:p w14:paraId="10DDFEA5" w14:textId="36B7EB0E" w:rsidR="001D4C4F" w:rsidRDefault="001D4C4F" w:rsidP="00844367">
      <w:pPr>
        <w:spacing w:line="276" w:lineRule="auto"/>
        <w:jc w:val="both"/>
        <w:rPr>
          <w:rFonts w:asciiTheme="minorHAnsi" w:hAnsiTheme="minorHAnsi"/>
          <w:b/>
        </w:rPr>
      </w:pPr>
      <w:r w:rsidRPr="00A07230">
        <w:rPr>
          <w:rFonts w:asciiTheme="minorHAnsi" w:hAnsiTheme="minorHAnsi"/>
          <w:b/>
        </w:rPr>
        <w:t xml:space="preserve">Høringssvar </w:t>
      </w:r>
    </w:p>
    <w:p w14:paraId="48C14A48" w14:textId="77777777" w:rsidR="00436D70" w:rsidRPr="00A07230" w:rsidRDefault="00436D70" w:rsidP="00844367">
      <w:pPr>
        <w:spacing w:line="276" w:lineRule="auto"/>
        <w:jc w:val="both"/>
        <w:rPr>
          <w:rFonts w:asciiTheme="minorHAnsi" w:hAnsiTheme="minorHAnsi"/>
          <w:b/>
        </w:rPr>
      </w:pPr>
    </w:p>
    <w:p w14:paraId="2F7EB9B6" w14:textId="77777777" w:rsidR="001D4C4F" w:rsidRPr="00A07230" w:rsidRDefault="001D4C4F" w:rsidP="00844367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Bekendtgørelsen</w:t>
      </w:r>
      <w:r w:rsidRPr="00A07230">
        <w:rPr>
          <w:rFonts w:asciiTheme="minorHAnsi" w:hAnsiTheme="minorHAnsi"/>
        </w:rPr>
        <w:t xml:space="preserve"> er sendt i høring hos de parter, der fremgår af vedlagte høringsliste og er samtidigt offe</w:t>
      </w:r>
      <w:r>
        <w:rPr>
          <w:rFonts w:asciiTheme="minorHAnsi" w:hAnsiTheme="minorHAnsi"/>
        </w:rPr>
        <w:t>ntliggjort på Høringsportalen</w:t>
      </w:r>
      <w:r w:rsidRPr="00A07230">
        <w:t>.</w:t>
      </w:r>
    </w:p>
    <w:p w14:paraId="2BA756AE" w14:textId="77777777" w:rsidR="001D4C4F" w:rsidRPr="00A07230" w:rsidRDefault="001D4C4F" w:rsidP="00844367">
      <w:pPr>
        <w:spacing w:line="276" w:lineRule="auto"/>
        <w:jc w:val="both"/>
        <w:rPr>
          <w:rFonts w:asciiTheme="minorHAnsi" w:hAnsiTheme="minorHAnsi"/>
        </w:rPr>
      </w:pPr>
      <w:r w:rsidRPr="00A07230">
        <w:rPr>
          <w:rFonts w:asciiTheme="minorHAnsi" w:hAnsiTheme="minorHAnsi"/>
        </w:rPr>
        <w:t xml:space="preserve"> </w:t>
      </w:r>
    </w:p>
    <w:p w14:paraId="4DB529B3" w14:textId="2D8E3565" w:rsidR="001D4C4F" w:rsidRPr="00E653FB" w:rsidRDefault="001D4C4F" w:rsidP="00844367">
      <w:pPr>
        <w:spacing w:line="276" w:lineRule="auto"/>
        <w:jc w:val="both"/>
        <w:rPr>
          <w:rFonts w:asciiTheme="minorHAnsi" w:hAnsiTheme="minorHAnsi"/>
        </w:rPr>
      </w:pPr>
      <w:r w:rsidRPr="00A07230">
        <w:rPr>
          <w:rFonts w:asciiTheme="minorHAnsi" w:hAnsiTheme="minorHAnsi"/>
        </w:rPr>
        <w:lastRenderedPageBreak/>
        <w:t xml:space="preserve">Høringssvar bedes </w:t>
      </w:r>
      <w:r w:rsidRPr="00AC1A42">
        <w:rPr>
          <w:rFonts w:asciiTheme="minorHAnsi" w:hAnsiTheme="minorHAnsi"/>
        </w:rPr>
        <w:t xml:space="preserve">sendt til </w:t>
      </w:r>
      <w:hyperlink r:id="rId7" w:history="1">
        <w:r w:rsidRPr="00AC1A42">
          <w:rPr>
            <w:rStyle w:val="Hyperlink"/>
            <w:rFonts w:asciiTheme="minorHAnsi" w:hAnsiTheme="minorHAnsi"/>
            <w:color w:val="auto"/>
          </w:rPr>
          <w:t>mim@mim.dk</w:t>
        </w:r>
      </w:hyperlink>
      <w:r w:rsidRPr="00AC1A42">
        <w:rPr>
          <w:rFonts w:asciiTheme="minorHAnsi" w:hAnsiTheme="minorHAnsi"/>
        </w:rPr>
        <w:t xml:space="preserve"> med kopi til </w:t>
      </w:r>
      <w:r w:rsidR="0097737E">
        <w:rPr>
          <w:rFonts w:asciiTheme="minorHAnsi" w:hAnsiTheme="minorHAnsi"/>
        </w:rPr>
        <w:t>Anna Caroline Hjorth-Larsen</w:t>
      </w:r>
      <w:hyperlink r:id="rId8" w:history="1"/>
      <w:r w:rsidRPr="00E653FB">
        <w:rPr>
          <w:rFonts w:asciiTheme="minorHAnsi" w:hAnsiTheme="minorHAnsi"/>
        </w:rPr>
        <w:t xml:space="preserve"> </w:t>
      </w:r>
      <w:r w:rsidR="00AC1A42">
        <w:rPr>
          <w:rFonts w:asciiTheme="minorHAnsi" w:hAnsiTheme="minorHAnsi"/>
        </w:rPr>
        <w:t>(</w:t>
      </w:r>
      <w:hyperlink r:id="rId9" w:history="1">
        <w:r w:rsidR="0097737E">
          <w:rPr>
            <w:rStyle w:val="Hyperlink"/>
            <w:rFonts w:asciiTheme="minorHAnsi" w:hAnsiTheme="minorHAnsi"/>
          </w:rPr>
          <w:t>ancah</w:t>
        </w:r>
        <w:r w:rsidR="0097737E" w:rsidRPr="00211A46">
          <w:rPr>
            <w:rStyle w:val="Hyperlink"/>
            <w:rFonts w:asciiTheme="minorHAnsi" w:hAnsiTheme="minorHAnsi"/>
          </w:rPr>
          <w:t>@mim.dk</w:t>
        </w:r>
      </w:hyperlink>
      <w:r w:rsidR="00AC1A42">
        <w:rPr>
          <w:rFonts w:asciiTheme="minorHAnsi" w:hAnsiTheme="minorHAnsi"/>
        </w:rPr>
        <w:t xml:space="preserve">) </w:t>
      </w:r>
      <w:r w:rsidRPr="00E653FB">
        <w:rPr>
          <w:rFonts w:asciiTheme="minorHAnsi" w:hAnsiTheme="minorHAnsi"/>
        </w:rPr>
        <w:t xml:space="preserve">med angivelse af journalnummer </w:t>
      </w:r>
      <w:r w:rsidR="00BC60DC" w:rsidRPr="00E653FB">
        <w:rPr>
          <w:rFonts w:asciiTheme="minorHAnsi" w:hAnsiTheme="minorHAnsi"/>
        </w:rPr>
        <w:t>202</w:t>
      </w:r>
      <w:r w:rsidR="00E653FB">
        <w:rPr>
          <w:rFonts w:asciiTheme="minorHAnsi" w:hAnsiTheme="minorHAnsi"/>
        </w:rPr>
        <w:t>5</w:t>
      </w:r>
      <w:r w:rsidR="00BC60DC" w:rsidRPr="00E653FB">
        <w:rPr>
          <w:rFonts w:asciiTheme="minorHAnsi" w:hAnsiTheme="minorHAnsi"/>
        </w:rPr>
        <w:t>-</w:t>
      </w:r>
      <w:r w:rsidR="0097737E">
        <w:rPr>
          <w:rFonts w:asciiTheme="minorHAnsi" w:hAnsiTheme="minorHAnsi"/>
        </w:rPr>
        <w:t xml:space="preserve">5559 </w:t>
      </w:r>
      <w:r w:rsidRPr="00E653FB">
        <w:rPr>
          <w:rFonts w:asciiTheme="minorHAnsi" w:hAnsiTheme="minorHAnsi"/>
        </w:rPr>
        <w:t xml:space="preserve">i emnefeltet. </w:t>
      </w:r>
    </w:p>
    <w:p w14:paraId="3A0DA5B9" w14:textId="77777777" w:rsidR="001D4C4F" w:rsidRPr="00E653FB" w:rsidRDefault="001D4C4F" w:rsidP="00844367">
      <w:pPr>
        <w:spacing w:line="276" w:lineRule="auto"/>
        <w:jc w:val="both"/>
        <w:rPr>
          <w:rFonts w:asciiTheme="minorHAnsi" w:hAnsiTheme="minorHAnsi"/>
        </w:rPr>
      </w:pPr>
    </w:p>
    <w:p w14:paraId="389B810D" w14:textId="77777777" w:rsidR="001D4C4F" w:rsidRPr="00E653FB" w:rsidRDefault="001D4C4F" w:rsidP="00844367">
      <w:pPr>
        <w:spacing w:line="276" w:lineRule="auto"/>
        <w:jc w:val="both"/>
        <w:rPr>
          <w:rFonts w:asciiTheme="minorHAnsi" w:hAnsiTheme="minorHAnsi"/>
        </w:rPr>
      </w:pPr>
      <w:r w:rsidRPr="00E653FB">
        <w:t xml:space="preserve">De modtagne høringssvar vil blive offentliggjort på Høringsportalen. </w:t>
      </w:r>
      <w:r w:rsidRPr="00E653FB">
        <w:rPr>
          <w:rFonts w:asciiTheme="minorHAnsi" w:hAnsiTheme="minorHAnsi"/>
        </w:rPr>
        <w:t xml:space="preserve">Ved afgivelse af høringssvar gives der samtykke til offentliggørelse af høringssvaret, herunder afsenders navn og mailadresse. </w:t>
      </w:r>
    </w:p>
    <w:p w14:paraId="40B29734" w14:textId="77777777" w:rsidR="001D4C4F" w:rsidRPr="00E653FB" w:rsidRDefault="001D4C4F" w:rsidP="00844367">
      <w:pPr>
        <w:spacing w:line="276" w:lineRule="auto"/>
        <w:jc w:val="both"/>
        <w:rPr>
          <w:rFonts w:asciiTheme="minorHAnsi" w:hAnsiTheme="minorHAnsi"/>
        </w:rPr>
      </w:pPr>
    </w:p>
    <w:p w14:paraId="1E5F8AAC" w14:textId="6648A477" w:rsidR="001D4C4F" w:rsidRPr="00A07230" w:rsidRDefault="001D4C4F" w:rsidP="00844367">
      <w:pPr>
        <w:spacing w:line="276" w:lineRule="auto"/>
        <w:jc w:val="both"/>
        <w:rPr>
          <w:rFonts w:asciiTheme="minorHAnsi" w:hAnsiTheme="minorHAnsi"/>
          <w:szCs w:val="22"/>
        </w:rPr>
      </w:pPr>
      <w:r w:rsidRPr="00E653FB">
        <w:rPr>
          <w:rFonts w:asciiTheme="minorHAnsi" w:hAnsiTheme="minorHAnsi"/>
        </w:rPr>
        <w:t xml:space="preserve">Eventuelle </w:t>
      </w:r>
      <w:r w:rsidRPr="00C3733B">
        <w:rPr>
          <w:rFonts w:asciiTheme="minorHAnsi" w:hAnsiTheme="minorHAnsi"/>
        </w:rPr>
        <w:t>spørgsmål til udkast til bekendtgørelse</w:t>
      </w:r>
      <w:r w:rsidR="00AC1A42" w:rsidRPr="00C3733B">
        <w:rPr>
          <w:rFonts w:asciiTheme="minorHAnsi" w:hAnsiTheme="minorHAnsi"/>
        </w:rPr>
        <w:t>n</w:t>
      </w:r>
      <w:r w:rsidRPr="00C3733B">
        <w:rPr>
          <w:rFonts w:asciiTheme="minorHAnsi" w:hAnsiTheme="minorHAnsi"/>
        </w:rPr>
        <w:t xml:space="preserve"> kan rettes til</w:t>
      </w:r>
      <w:r w:rsidR="00AC1A42" w:rsidRPr="00C3733B">
        <w:rPr>
          <w:rFonts w:asciiTheme="minorHAnsi" w:hAnsiTheme="minorHAnsi"/>
        </w:rPr>
        <w:t xml:space="preserve"> </w:t>
      </w:r>
      <w:r w:rsidR="00C3733B" w:rsidRPr="00C3733B">
        <w:rPr>
          <w:rFonts w:asciiTheme="minorHAnsi" w:hAnsiTheme="minorHAnsi"/>
        </w:rPr>
        <w:t>Ronnie Juhler Pedersen (</w:t>
      </w:r>
      <w:hyperlink r:id="rId10" w:history="1">
        <w:r w:rsidR="00C3733B" w:rsidRPr="00C3733B">
          <w:rPr>
            <w:rStyle w:val="Hyperlink"/>
            <w:rFonts w:asciiTheme="minorHAnsi" w:hAnsiTheme="minorHAnsi"/>
          </w:rPr>
          <w:t>ronnp@mim.dk</w:t>
        </w:r>
      </w:hyperlink>
      <w:r w:rsidR="00C3733B" w:rsidRPr="00C3733B">
        <w:rPr>
          <w:rFonts w:asciiTheme="minorHAnsi" w:hAnsiTheme="minorHAnsi"/>
        </w:rPr>
        <w:t>)</w:t>
      </w:r>
      <w:r w:rsidR="0034313D">
        <w:rPr>
          <w:rFonts w:asciiTheme="minorHAnsi" w:hAnsiTheme="minorHAnsi"/>
        </w:rPr>
        <w:t>.</w:t>
      </w:r>
      <w:r w:rsidR="00C3733B" w:rsidRPr="00C3733B" w:rsidDel="00C3733B">
        <w:rPr>
          <w:rFonts w:asciiTheme="minorHAnsi" w:hAnsiTheme="minorHAnsi"/>
        </w:rPr>
        <w:t xml:space="preserve"> </w:t>
      </w:r>
      <w:hyperlink r:id="rId11" w:history="1"/>
      <w:r w:rsidRPr="00A236C5">
        <w:rPr>
          <w:rFonts w:asciiTheme="minorHAnsi" w:hAnsiTheme="minorHAnsi"/>
          <w:color w:val="FF0000"/>
        </w:rPr>
        <w:t xml:space="preserve"> </w:t>
      </w:r>
    </w:p>
    <w:p w14:paraId="5257A7B9" w14:textId="5A30DF59" w:rsidR="001D4C4F" w:rsidRDefault="001D4C4F" w:rsidP="00844367">
      <w:pPr>
        <w:keepNext/>
        <w:keepLines/>
        <w:spacing w:line="276" w:lineRule="auto"/>
        <w:jc w:val="both"/>
        <w:rPr>
          <w:rFonts w:asciiTheme="minorHAnsi" w:hAnsiTheme="minorHAnsi"/>
          <w:szCs w:val="22"/>
        </w:rPr>
      </w:pPr>
      <w:bookmarkStart w:id="3" w:name="LAN_YoursSincerely"/>
    </w:p>
    <w:p w14:paraId="1FF54F59" w14:textId="77777777" w:rsidR="00595418" w:rsidRPr="00A07230" w:rsidRDefault="00595418" w:rsidP="00844367">
      <w:pPr>
        <w:keepNext/>
        <w:keepLines/>
        <w:spacing w:line="276" w:lineRule="auto"/>
        <w:jc w:val="both"/>
        <w:rPr>
          <w:rFonts w:asciiTheme="minorHAnsi" w:hAnsiTheme="minorHAnsi"/>
          <w:szCs w:val="22"/>
        </w:rPr>
      </w:pPr>
    </w:p>
    <w:p w14:paraId="07CA49BD" w14:textId="77777777" w:rsidR="001D4C4F" w:rsidRPr="00A07230" w:rsidRDefault="001D4C4F" w:rsidP="00844367">
      <w:pPr>
        <w:spacing w:line="276" w:lineRule="auto"/>
        <w:jc w:val="both"/>
        <w:rPr>
          <w:rFonts w:asciiTheme="minorHAnsi" w:hAnsiTheme="minorHAnsi"/>
          <w:szCs w:val="22"/>
        </w:rPr>
      </w:pPr>
      <w:r w:rsidRPr="00A07230">
        <w:rPr>
          <w:rFonts w:asciiTheme="minorHAnsi" w:hAnsiTheme="minorHAnsi"/>
          <w:szCs w:val="22"/>
        </w:rPr>
        <w:t>Med venlig hilsen</w:t>
      </w:r>
      <w:bookmarkEnd w:id="3"/>
    </w:p>
    <w:p w14:paraId="767B8FDA" w14:textId="77777777" w:rsidR="001D4C4F" w:rsidRPr="00A07230" w:rsidRDefault="001D4C4F" w:rsidP="00844367">
      <w:pPr>
        <w:spacing w:line="276" w:lineRule="auto"/>
        <w:jc w:val="both"/>
        <w:rPr>
          <w:rFonts w:asciiTheme="minorHAnsi" w:hAnsiTheme="minorHAnsi"/>
          <w:szCs w:val="22"/>
        </w:rPr>
      </w:pPr>
    </w:p>
    <w:p w14:paraId="7D4AA73C" w14:textId="14F638D4" w:rsidR="001D4C4F" w:rsidRPr="00CB109D" w:rsidRDefault="002E272C" w:rsidP="00844367">
      <w:pPr>
        <w:spacing w:line="276" w:lineRule="auto"/>
        <w:jc w:val="both"/>
      </w:pPr>
      <w:r>
        <w:rPr>
          <w:rFonts w:asciiTheme="minorHAnsi" w:hAnsiTheme="minorHAnsi"/>
          <w:szCs w:val="22"/>
        </w:rPr>
        <w:t>Anna Caroline Hjorth-Larsen</w:t>
      </w:r>
    </w:p>
    <w:p w14:paraId="33FEB18B" w14:textId="77777777" w:rsidR="001D4C4F" w:rsidRPr="00936C2A" w:rsidRDefault="001D4C4F" w:rsidP="00844367">
      <w:pPr>
        <w:jc w:val="both"/>
      </w:pPr>
    </w:p>
    <w:sectPr w:rsidR="001D4C4F" w:rsidRPr="00936C2A" w:rsidSect="007A04F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41" w:right="1418" w:bottom="1701" w:left="1418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3FFC3" w14:textId="77777777" w:rsidR="00FA4350" w:rsidRDefault="00FA4350">
      <w:r>
        <w:separator/>
      </w:r>
    </w:p>
  </w:endnote>
  <w:endnote w:type="continuationSeparator" w:id="0">
    <w:p w14:paraId="5EC54272" w14:textId="77777777" w:rsidR="00FA4350" w:rsidRDefault="00FA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B1D5F" w14:textId="77777777"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936C2A">
      <w:rPr>
        <w:rStyle w:val="Sidetal"/>
        <w:noProof/>
      </w:rPr>
      <w:t>1</w:t>
    </w:r>
    <w:r>
      <w:rPr>
        <w:rStyle w:val="Sidetal"/>
      </w:rPr>
      <w:fldChar w:fldCharType="end"/>
    </w:r>
  </w:p>
  <w:p w14:paraId="79F29143" w14:textId="77777777"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9593E" w14:textId="059089B7" w:rsidR="007A04FE" w:rsidRDefault="007A04FE" w:rsidP="00BC1C77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0061DD">
      <w:rPr>
        <w:rStyle w:val="Sidetal"/>
        <w:noProof/>
      </w:rPr>
      <w:t>2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C1895" w14:textId="77777777" w:rsidR="00BC60DC" w:rsidRPr="003C66F1" w:rsidRDefault="00BC60DC" w:rsidP="00BC60DC">
    <w:pPr>
      <w:pStyle w:val="Template-Address"/>
    </w:pPr>
    <w:bookmarkStart w:id="5" w:name="OFF_InstitutionHIF"/>
    <w:bookmarkStart w:id="6" w:name="XIF_MMFirstAddressLine"/>
    <w:r w:rsidRPr="003C66F1">
      <w:t xml:space="preserve">Miljø- og Ligestillingsminiteriet </w:t>
    </w:r>
    <w:bookmarkEnd w:id="5"/>
    <w:r w:rsidRPr="003C66F1">
      <w:t xml:space="preserve">• </w:t>
    </w:r>
    <w:bookmarkStart w:id="7" w:name="OFF_AddressAHIF"/>
    <w:r w:rsidRPr="003C66F1">
      <w:t xml:space="preserve">Frederiksholms Kanal 26 </w:t>
    </w:r>
    <w:bookmarkEnd w:id="7"/>
    <w:r w:rsidRPr="003C66F1">
      <w:t xml:space="preserve">• </w:t>
    </w:r>
    <w:bookmarkStart w:id="8" w:name="OFF_AddressDHIF"/>
    <w:r w:rsidRPr="003C66F1">
      <w:t xml:space="preserve">1220 København K </w:t>
    </w:r>
    <w:bookmarkEnd w:id="8"/>
  </w:p>
  <w:p w14:paraId="5D8D2DFB" w14:textId="6F90E746" w:rsidR="0048667B" w:rsidRPr="00BC60DC" w:rsidRDefault="00BC60DC" w:rsidP="00BC60DC">
    <w:pPr>
      <w:pStyle w:val="Template-Address"/>
      <w:rPr>
        <w:lang w:val="en-US"/>
      </w:rPr>
    </w:pPr>
    <w:bookmarkStart w:id="9" w:name="OFF_PhoneHIF"/>
    <w:bookmarkStart w:id="10" w:name="XIF_MMSecondAddressLine"/>
    <w:bookmarkEnd w:id="6"/>
    <w:r w:rsidRPr="003C66F1">
      <w:rPr>
        <w:lang w:val="en-US"/>
      </w:rPr>
      <w:t xml:space="preserve">Tlf. 38 14 21 42 </w:t>
    </w:r>
    <w:bookmarkEnd w:id="9"/>
    <w:r w:rsidRPr="003C66F1">
      <w:rPr>
        <w:lang w:val="en-US"/>
      </w:rPr>
      <w:t xml:space="preserve">• </w:t>
    </w:r>
    <w:bookmarkStart w:id="11" w:name="OFF_CVRHIF"/>
    <w:r w:rsidRPr="003C66F1">
      <w:rPr>
        <w:lang w:val="en-US"/>
      </w:rPr>
      <w:t xml:space="preserve">CVR 12854358 </w:t>
    </w:r>
    <w:bookmarkEnd w:id="11"/>
    <w:r w:rsidRPr="003C66F1">
      <w:rPr>
        <w:lang w:val="en-US"/>
      </w:rPr>
      <w:t xml:space="preserve">• </w:t>
    </w:r>
    <w:bookmarkStart w:id="12" w:name="OFF_EANHIF"/>
    <w:r w:rsidRPr="003C66F1">
      <w:rPr>
        <w:lang w:val="en-US"/>
      </w:rPr>
      <w:t xml:space="preserve">EAN </w:t>
    </w:r>
    <w:bookmarkStart w:id="13" w:name="OFF_EAN"/>
    <w:bookmarkEnd w:id="10"/>
    <w:bookmarkEnd w:id="12"/>
    <w:r>
      <w:rPr>
        <w:lang w:val="en-US"/>
      </w:rPr>
      <w:t>5798000862005</w:t>
    </w:r>
    <w:bookmarkEnd w:id="13"/>
    <w:r w:rsidRPr="00546F74">
      <w:rPr>
        <w:lang w:val="en-US"/>
      </w:rPr>
      <w:t xml:space="preserve"> • </w:t>
    </w:r>
    <w:bookmarkStart w:id="14" w:name="OFF_Email"/>
    <w:bookmarkStart w:id="15" w:name="OFF_EmailHIF"/>
    <w:r w:rsidRPr="003C66F1">
      <w:rPr>
        <w:lang w:val="en-US"/>
      </w:rPr>
      <w:t>mim@mim.dk</w:t>
    </w:r>
    <w:bookmarkEnd w:id="14"/>
    <w:r w:rsidRPr="003C66F1">
      <w:rPr>
        <w:lang w:val="en-US"/>
      </w:rPr>
      <w:t xml:space="preserve"> </w:t>
    </w:r>
    <w:bookmarkEnd w:id="15"/>
    <w:r w:rsidRPr="00546F74">
      <w:rPr>
        <w:lang w:val="en-US"/>
      </w:rPr>
      <w:t xml:space="preserve">• </w:t>
    </w:r>
    <w:bookmarkStart w:id="16" w:name="OFF_Web"/>
    <w:r>
      <w:rPr>
        <w:lang w:val="en-US"/>
      </w:rPr>
      <w:t>www.mim.dk</w:t>
    </w:r>
    <w:bookmarkEnd w:id="1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F6D5A" w14:textId="77777777" w:rsidR="00FA4350" w:rsidRDefault="00FA4350">
      <w:r>
        <w:separator/>
      </w:r>
    </w:p>
  </w:footnote>
  <w:footnote w:type="continuationSeparator" w:id="0">
    <w:p w14:paraId="1268A06F" w14:textId="77777777" w:rsidR="00FA4350" w:rsidRDefault="00FA4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3ADD1" w14:textId="77777777" w:rsidR="000E717B" w:rsidRDefault="000E717B">
    <w:pPr>
      <w:pStyle w:val="Sidehoved"/>
    </w:pPr>
  </w:p>
  <w:p w14:paraId="0C9023CA" w14:textId="77777777"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855D2" w14:textId="77777777" w:rsidR="00BC60DC" w:rsidRPr="0027229C" w:rsidRDefault="00BC60DC" w:rsidP="00BC60DC">
    <w:bookmarkStart w:id="4" w:name="FLD_DocumentName"/>
    <w:r w:rsidRPr="0027229C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2409103" wp14:editId="32081295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3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BC60DC" w14:paraId="18039B61" w14:textId="7777777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14:paraId="2BFBBCC5" w14:textId="77777777" w:rsidR="00BC60DC" w:rsidRPr="00546F74" w:rsidRDefault="00BC60DC" w:rsidP="006A1308">
                                <w:pPr>
                                  <w:pStyle w:val="Kolofontekst"/>
                                </w:pPr>
                                <w:r w:rsidRPr="00546F74">
                                  <w:t>Cirkulær Økonomi</w:t>
                                </w:r>
                              </w:p>
                              <w:p w14:paraId="7385A808" w14:textId="628D4AA5" w:rsidR="00BC60DC" w:rsidRPr="00546F74" w:rsidRDefault="00BC60DC" w:rsidP="006A1308">
                                <w:pPr>
                                  <w:pStyle w:val="Kolofontekst"/>
                                </w:pPr>
                                <w:r w:rsidRPr="00546F74">
                                  <w:t xml:space="preserve">J.nr. </w:t>
                                </w:r>
                                <w:r w:rsidRPr="00DA0266">
                                  <w:rPr>
                                    <w:color w:val="000000" w:themeColor="text1"/>
                                    <w:lang w:val="de-DE"/>
                                  </w:rPr>
                                  <w:t>202</w:t>
                                </w:r>
                                <w:r w:rsidR="00E653FB">
                                  <w:rPr>
                                    <w:color w:val="000000" w:themeColor="text1"/>
                                    <w:lang w:val="de-DE"/>
                                  </w:rPr>
                                  <w:t>5</w:t>
                                </w:r>
                                <w:r>
                                  <w:rPr>
                                    <w:color w:val="000000" w:themeColor="text1"/>
                                    <w:lang w:val="de-DE"/>
                                  </w:rPr>
                                  <w:t>-</w:t>
                                </w:r>
                                <w:r w:rsidR="005D7C01">
                                  <w:rPr>
                                    <w:color w:val="000000" w:themeColor="text1"/>
                                    <w:lang w:val="de-DE"/>
                                  </w:rPr>
                                  <w:t>5559</w:t>
                                </w:r>
                              </w:p>
                              <w:p w14:paraId="698C2C45" w14:textId="590F704F" w:rsidR="00BC60DC" w:rsidRPr="00DA0266" w:rsidRDefault="00BC60DC" w:rsidP="006A1308">
                                <w:pPr>
                                  <w:pStyle w:val="Kolofontekst"/>
                                </w:pPr>
                                <w:r w:rsidRPr="00DA0266">
                                  <w:t xml:space="preserve">Ref. </w:t>
                                </w:r>
                                <w:r w:rsidR="005909A7">
                                  <w:t>ANCAH/KACOL</w:t>
                                </w:r>
                              </w:p>
                              <w:p w14:paraId="418B4C87" w14:textId="63FC442F" w:rsidR="00BC60DC" w:rsidRDefault="00BC60DC" w:rsidP="006A1308">
                                <w:pPr>
                                  <w:pStyle w:val="Kolofontekst"/>
                                </w:pPr>
                                <w:r>
                                  <w:t xml:space="preserve">Den </w:t>
                                </w:r>
                                <w:r w:rsidR="008831D7">
                                  <w:t>1</w:t>
                                </w:r>
                                <w:r w:rsidR="005909A7">
                                  <w:t>2</w:t>
                                </w:r>
                                <w:r w:rsidR="007E7780">
                                  <w:t xml:space="preserve">. </w:t>
                                </w:r>
                                <w:r w:rsidR="005909A7">
                                  <w:t>september</w:t>
                                </w:r>
                                <w:r w:rsidR="007E7780">
                                  <w:t xml:space="preserve"> 2025</w:t>
                                </w:r>
                              </w:p>
                            </w:tc>
                          </w:tr>
                        </w:tbl>
                        <w:p w14:paraId="5D6CA4E3" w14:textId="77777777" w:rsidR="00BC60DC" w:rsidRDefault="00BC60DC" w:rsidP="00BC60DC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409103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BC60DC" w14:paraId="18039B61" w14:textId="7777777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14:paraId="2BFBBCC5" w14:textId="77777777" w:rsidR="00BC60DC" w:rsidRPr="00546F74" w:rsidRDefault="00BC60DC" w:rsidP="006A1308">
                          <w:pPr>
                            <w:pStyle w:val="Kolofontekst"/>
                          </w:pPr>
                          <w:r w:rsidRPr="00546F74">
                            <w:t>Cirkulær Økonomi</w:t>
                          </w:r>
                        </w:p>
                        <w:p w14:paraId="7385A808" w14:textId="628D4AA5" w:rsidR="00BC60DC" w:rsidRPr="00546F74" w:rsidRDefault="00BC60DC" w:rsidP="006A1308">
                          <w:pPr>
                            <w:pStyle w:val="Kolofontekst"/>
                          </w:pPr>
                          <w:r w:rsidRPr="00546F74">
                            <w:t xml:space="preserve">J.nr. </w:t>
                          </w:r>
                          <w:r w:rsidRPr="00DA0266">
                            <w:rPr>
                              <w:color w:val="000000" w:themeColor="text1"/>
                              <w:lang w:val="de-DE"/>
                            </w:rPr>
                            <w:t>202</w:t>
                          </w:r>
                          <w:r w:rsidR="00E653FB">
                            <w:rPr>
                              <w:color w:val="000000" w:themeColor="text1"/>
                              <w:lang w:val="de-DE"/>
                            </w:rPr>
                            <w:t>5</w:t>
                          </w:r>
                          <w:r>
                            <w:rPr>
                              <w:color w:val="000000" w:themeColor="text1"/>
                              <w:lang w:val="de-DE"/>
                            </w:rPr>
                            <w:t>-</w:t>
                          </w:r>
                          <w:r w:rsidR="005D7C01">
                            <w:rPr>
                              <w:color w:val="000000" w:themeColor="text1"/>
                              <w:lang w:val="de-DE"/>
                            </w:rPr>
                            <w:t>5559</w:t>
                          </w:r>
                        </w:p>
                        <w:p w14:paraId="698C2C45" w14:textId="590F704F" w:rsidR="00BC60DC" w:rsidRPr="00DA0266" w:rsidRDefault="00BC60DC" w:rsidP="006A1308">
                          <w:pPr>
                            <w:pStyle w:val="Kolofontekst"/>
                          </w:pPr>
                          <w:r w:rsidRPr="00DA0266">
                            <w:t xml:space="preserve">Ref. </w:t>
                          </w:r>
                          <w:r w:rsidR="005909A7">
                            <w:t>ANCAH/KACOL</w:t>
                          </w:r>
                        </w:p>
                        <w:p w14:paraId="418B4C87" w14:textId="63FC442F" w:rsidR="00BC60DC" w:rsidRDefault="00BC60DC" w:rsidP="006A1308">
                          <w:pPr>
                            <w:pStyle w:val="Kolofontekst"/>
                          </w:pPr>
                          <w:r>
                            <w:t xml:space="preserve">Den </w:t>
                          </w:r>
                          <w:r w:rsidR="008831D7">
                            <w:t>1</w:t>
                          </w:r>
                          <w:r w:rsidR="005909A7">
                            <w:t>2</w:t>
                          </w:r>
                          <w:r w:rsidR="007E7780">
                            <w:t xml:space="preserve">. </w:t>
                          </w:r>
                          <w:r w:rsidR="005909A7">
                            <w:t>september</w:t>
                          </w:r>
                          <w:r w:rsidR="007E7780">
                            <w:t xml:space="preserve"> 2025</w:t>
                          </w:r>
                        </w:p>
                      </w:tc>
                    </w:tr>
                  </w:tbl>
                  <w:p w14:paraId="5D6CA4E3" w14:textId="77777777" w:rsidR="00BC60DC" w:rsidRDefault="00BC60DC" w:rsidP="00BC60DC"/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0671324F" w14:textId="77777777" w:rsidR="00BC60DC" w:rsidRPr="0027229C" w:rsidRDefault="00BC60DC" w:rsidP="00BC60DC">
    <w:r>
      <w:rPr>
        <w:noProof/>
      </w:rPr>
      <w:drawing>
        <wp:anchor distT="0" distB="0" distL="114300" distR="114300" simplePos="0" relativeHeight="251662336" behindDoc="0" locked="0" layoutInCell="1" allowOverlap="1" wp14:anchorId="7ABDA695" wp14:editId="58AC94C5">
          <wp:simplePos x="0" y="0"/>
          <wp:positionH relativeFrom="column">
            <wp:posOffset>4014470</wp:posOffset>
          </wp:positionH>
          <wp:positionV relativeFrom="paragraph">
            <wp:posOffset>165735</wp:posOffset>
          </wp:positionV>
          <wp:extent cx="2627630" cy="628015"/>
          <wp:effectExtent l="0" t="0" r="0" b="635"/>
          <wp:wrapNone/>
          <wp:docPr id="4" name="Billed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Billed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FA3AC15" w14:textId="77777777" w:rsidR="00BC60DC" w:rsidRDefault="00BC60DC" w:rsidP="00BC60DC">
    <w:pPr>
      <w:pStyle w:val="DocumentName"/>
    </w:pPr>
  </w:p>
  <w:p w14:paraId="050D81FE" w14:textId="77777777" w:rsidR="00BC60DC" w:rsidRDefault="00BC60DC" w:rsidP="00BC60DC">
    <w:pPr>
      <w:pStyle w:val="DocumentName"/>
    </w:pPr>
  </w:p>
  <w:bookmarkEnd w:id="4"/>
  <w:p w14:paraId="74AB1151" w14:textId="19B1F513" w:rsidR="00A51DBA" w:rsidRDefault="00A51DBA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4256A1"/>
    <w:multiLevelType w:val="hybridMultilevel"/>
    <w:tmpl w:val="B9CEC6AC"/>
    <w:lvl w:ilvl="0" w:tplc="14F42A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2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3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F6B75D0"/>
    <w:multiLevelType w:val="hybridMultilevel"/>
    <w:tmpl w:val="EFDA11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8"/>
  </w:num>
  <w:num w:numId="15">
    <w:abstractNumId w:val="10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C2A"/>
    <w:rsid w:val="00002EA0"/>
    <w:rsid w:val="00003636"/>
    <w:rsid w:val="00005FAA"/>
    <w:rsid w:val="000061DD"/>
    <w:rsid w:val="00010163"/>
    <w:rsid w:val="0001457C"/>
    <w:rsid w:val="0001528D"/>
    <w:rsid w:val="000166A0"/>
    <w:rsid w:val="00022EBB"/>
    <w:rsid w:val="00030051"/>
    <w:rsid w:val="00037E4B"/>
    <w:rsid w:val="00037E7E"/>
    <w:rsid w:val="00056DDA"/>
    <w:rsid w:val="00060BC5"/>
    <w:rsid w:val="000647F2"/>
    <w:rsid w:val="00070BA1"/>
    <w:rsid w:val="00073466"/>
    <w:rsid w:val="00074F1A"/>
    <w:rsid w:val="000758FD"/>
    <w:rsid w:val="00082404"/>
    <w:rsid w:val="000825EC"/>
    <w:rsid w:val="00086725"/>
    <w:rsid w:val="00086B6B"/>
    <w:rsid w:val="000877A1"/>
    <w:rsid w:val="00094116"/>
    <w:rsid w:val="00096AA1"/>
    <w:rsid w:val="000A1C92"/>
    <w:rsid w:val="000A26F5"/>
    <w:rsid w:val="000A7219"/>
    <w:rsid w:val="000B26E7"/>
    <w:rsid w:val="000B2E5E"/>
    <w:rsid w:val="000B5461"/>
    <w:rsid w:val="000B5C70"/>
    <w:rsid w:val="000C0594"/>
    <w:rsid w:val="000C13E6"/>
    <w:rsid w:val="000C3D52"/>
    <w:rsid w:val="000C45B7"/>
    <w:rsid w:val="000C5552"/>
    <w:rsid w:val="000C62D3"/>
    <w:rsid w:val="000D0F4C"/>
    <w:rsid w:val="000D1CF4"/>
    <w:rsid w:val="000D28C1"/>
    <w:rsid w:val="000D4ABA"/>
    <w:rsid w:val="000D5FBF"/>
    <w:rsid w:val="000D600E"/>
    <w:rsid w:val="000E1537"/>
    <w:rsid w:val="000E3992"/>
    <w:rsid w:val="000E4332"/>
    <w:rsid w:val="000E717B"/>
    <w:rsid w:val="000F0B81"/>
    <w:rsid w:val="001062D0"/>
    <w:rsid w:val="00114DE6"/>
    <w:rsid w:val="001210A9"/>
    <w:rsid w:val="00133780"/>
    <w:rsid w:val="001354CC"/>
    <w:rsid w:val="0014150F"/>
    <w:rsid w:val="00144670"/>
    <w:rsid w:val="0014616C"/>
    <w:rsid w:val="00147799"/>
    <w:rsid w:val="00150899"/>
    <w:rsid w:val="001513FD"/>
    <w:rsid w:val="00152CB8"/>
    <w:rsid w:val="00156908"/>
    <w:rsid w:val="00160721"/>
    <w:rsid w:val="001618A9"/>
    <w:rsid w:val="001727B7"/>
    <w:rsid w:val="001743E7"/>
    <w:rsid w:val="0018224C"/>
    <w:rsid w:val="0018752C"/>
    <w:rsid w:val="001A0525"/>
    <w:rsid w:val="001A4CEE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7630"/>
    <w:rsid w:val="001D1196"/>
    <w:rsid w:val="001D19D8"/>
    <w:rsid w:val="001D4C4F"/>
    <w:rsid w:val="001E38EF"/>
    <w:rsid w:val="001E7F16"/>
    <w:rsid w:val="001F39C1"/>
    <w:rsid w:val="001F3A47"/>
    <w:rsid w:val="001F763E"/>
    <w:rsid w:val="00200B86"/>
    <w:rsid w:val="0020134B"/>
    <w:rsid w:val="0020402C"/>
    <w:rsid w:val="002044E3"/>
    <w:rsid w:val="00204BF4"/>
    <w:rsid w:val="00207F46"/>
    <w:rsid w:val="00211AC9"/>
    <w:rsid w:val="00212497"/>
    <w:rsid w:val="00214840"/>
    <w:rsid w:val="002239C6"/>
    <w:rsid w:val="00225534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1AA"/>
    <w:rsid w:val="002C042D"/>
    <w:rsid w:val="002C265A"/>
    <w:rsid w:val="002C4595"/>
    <w:rsid w:val="002C4D00"/>
    <w:rsid w:val="002D00C9"/>
    <w:rsid w:val="002D268E"/>
    <w:rsid w:val="002D2763"/>
    <w:rsid w:val="002D7F0F"/>
    <w:rsid w:val="002E272C"/>
    <w:rsid w:val="002E4D76"/>
    <w:rsid w:val="003001A2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13D"/>
    <w:rsid w:val="00343A37"/>
    <w:rsid w:val="00345FA9"/>
    <w:rsid w:val="003465B4"/>
    <w:rsid w:val="00350582"/>
    <w:rsid w:val="003523B5"/>
    <w:rsid w:val="00353FAA"/>
    <w:rsid w:val="003558D9"/>
    <w:rsid w:val="0036291D"/>
    <w:rsid w:val="00362EAC"/>
    <w:rsid w:val="003636BF"/>
    <w:rsid w:val="00365BC4"/>
    <w:rsid w:val="003819FF"/>
    <w:rsid w:val="00385C06"/>
    <w:rsid w:val="003864CC"/>
    <w:rsid w:val="00386D0C"/>
    <w:rsid w:val="003966D8"/>
    <w:rsid w:val="00397271"/>
    <w:rsid w:val="003A3350"/>
    <w:rsid w:val="003A3369"/>
    <w:rsid w:val="003A44A9"/>
    <w:rsid w:val="003B19B2"/>
    <w:rsid w:val="003B5E48"/>
    <w:rsid w:val="003B6C74"/>
    <w:rsid w:val="003C5DF8"/>
    <w:rsid w:val="003C67E6"/>
    <w:rsid w:val="003D3CB2"/>
    <w:rsid w:val="003D518E"/>
    <w:rsid w:val="003D575F"/>
    <w:rsid w:val="003D5928"/>
    <w:rsid w:val="003E06B4"/>
    <w:rsid w:val="003E09D1"/>
    <w:rsid w:val="003E1377"/>
    <w:rsid w:val="003E3617"/>
    <w:rsid w:val="003F0D75"/>
    <w:rsid w:val="003F319A"/>
    <w:rsid w:val="00400C13"/>
    <w:rsid w:val="0040506D"/>
    <w:rsid w:val="00406784"/>
    <w:rsid w:val="00406AF1"/>
    <w:rsid w:val="00407C2F"/>
    <w:rsid w:val="0041385B"/>
    <w:rsid w:val="00415BC0"/>
    <w:rsid w:val="004208E6"/>
    <w:rsid w:val="004216EA"/>
    <w:rsid w:val="00422110"/>
    <w:rsid w:val="004232F9"/>
    <w:rsid w:val="00433A1E"/>
    <w:rsid w:val="00436D70"/>
    <w:rsid w:val="004370CF"/>
    <w:rsid w:val="00440668"/>
    <w:rsid w:val="00441C5A"/>
    <w:rsid w:val="004421D7"/>
    <w:rsid w:val="00447B83"/>
    <w:rsid w:val="00450475"/>
    <w:rsid w:val="004561B3"/>
    <w:rsid w:val="00457882"/>
    <w:rsid w:val="004606CD"/>
    <w:rsid w:val="00460B5A"/>
    <w:rsid w:val="00465E2C"/>
    <w:rsid w:val="0046600E"/>
    <w:rsid w:val="00467E79"/>
    <w:rsid w:val="00476722"/>
    <w:rsid w:val="00476A18"/>
    <w:rsid w:val="00481EEB"/>
    <w:rsid w:val="0048414C"/>
    <w:rsid w:val="0048667B"/>
    <w:rsid w:val="004931D0"/>
    <w:rsid w:val="00495993"/>
    <w:rsid w:val="00495BA9"/>
    <w:rsid w:val="004961D5"/>
    <w:rsid w:val="004A3AAA"/>
    <w:rsid w:val="004A4315"/>
    <w:rsid w:val="004B5995"/>
    <w:rsid w:val="004B5AC3"/>
    <w:rsid w:val="004B68AD"/>
    <w:rsid w:val="004B6A8B"/>
    <w:rsid w:val="004C0742"/>
    <w:rsid w:val="004C237E"/>
    <w:rsid w:val="004C491E"/>
    <w:rsid w:val="004C634F"/>
    <w:rsid w:val="004C63FE"/>
    <w:rsid w:val="004D23C9"/>
    <w:rsid w:val="004D6645"/>
    <w:rsid w:val="004E33EF"/>
    <w:rsid w:val="004E562B"/>
    <w:rsid w:val="004E642A"/>
    <w:rsid w:val="004E7C82"/>
    <w:rsid w:val="004F3966"/>
    <w:rsid w:val="004F3C4D"/>
    <w:rsid w:val="004F7C92"/>
    <w:rsid w:val="005009DC"/>
    <w:rsid w:val="00500EFC"/>
    <w:rsid w:val="00501E2E"/>
    <w:rsid w:val="0050464B"/>
    <w:rsid w:val="005079CB"/>
    <w:rsid w:val="00514E50"/>
    <w:rsid w:val="0051781E"/>
    <w:rsid w:val="00520971"/>
    <w:rsid w:val="0052344F"/>
    <w:rsid w:val="005267CB"/>
    <w:rsid w:val="005271D6"/>
    <w:rsid w:val="00531869"/>
    <w:rsid w:val="00535B7D"/>
    <w:rsid w:val="00541D1B"/>
    <w:rsid w:val="00554FAA"/>
    <w:rsid w:val="00557A69"/>
    <w:rsid w:val="005630B4"/>
    <w:rsid w:val="00563773"/>
    <w:rsid w:val="005650F2"/>
    <w:rsid w:val="005672CB"/>
    <w:rsid w:val="00567BA1"/>
    <w:rsid w:val="0057477D"/>
    <w:rsid w:val="00576B90"/>
    <w:rsid w:val="0058155D"/>
    <w:rsid w:val="005909A7"/>
    <w:rsid w:val="00590A5B"/>
    <w:rsid w:val="00590C13"/>
    <w:rsid w:val="0059119E"/>
    <w:rsid w:val="0059175F"/>
    <w:rsid w:val="00595418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D7C01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1B01"/>
    <w:rsid w:val="00623A75"/>
    <w:rsid w:val="00626D59"/>
    <w:rsid w:val="00631749"/>
    <w:rsid w:val="0063273A"/>
    <w:rsid w:val="00632DB3"/>
    <w:rsid w:val="00632EB9"/>
    <w:rsid w:val="00641AE1"/>
    <w:rsid w:val="00655780"/>
    <w:rsid w:val="00656763"/>
    <w:rsid w:val="00656C96"/>
    <w:rsid w:val="00657BEA"/>
    <w:rsid w:val="00661F9E"/>
    <w:rsid w:val="006665A1"/>
    <w:rsid w:val="006706E8"/>
    <w:rsid w:val="0067771A"/>
    <w:rsid w:val="00684B85"/>
    <w:rsid w:val="0068783F"/>
    <w:rsid w:val="00695ADC"/>
    <w:rsid w:val="00696E85"/>
    <w:rsid w:val="006A18C5"/>
    <w:rsid w:val="006D09A7"/>
    <w:rsid w:val="006E25E5"/>
    <w:rsid w:val="006E7F1D"/>
    <w:rsid w:val="006F3EB3"/>
    <w:rsid w:val="006F4577"/>
    <w:rsid w:val="006F4DCD"/>
    <w:rsid w:val="00702FF2"/>
    <w:rsid w:val="00703B66"/>
    <w:rsid w:val="00705800"/>
    <w:rsid w:val="00705EAB"/>
    <w:rsid w:val="00723455"/>
    <w:rsid w:val="00724762"/>
    <w:rsid w:val="00724D6D"/>
    <w:rsid w:val="00730BF0"/>
    <w:rsid w:val="00732991"/>
    <w:rsid w:val="0073474C"/>
    <w:rsid w:val="0073754C"/>
    <w:rsid w:val="00746CA9"/>
    <w:rsid w:val="0074716F"/>
    <w:rsid w:val="0074737F"/>
    <w:rsid w:val="00753673"/>
    <w:rsid w:val="007540BD"/>
    <w:rsid w:val="00756225"/>
    <w:rsid w:val="00761CA8"/>
    <w:rsid w:val="00762205"/>
    <w:rsid w:val="0076323D"/>
    <w:rsid w:val="00764201"/>
    <w:rsid w:val="007830BE"/>
    <w:rsid w:val="007940C9"/>
    <w:rsid w:val="00796312"/>
    <w:rsid w:val="007A04FE"/>
    <w:rsid w:val="007B0A22"/>
    <w:rsid w:val="007B1B23"/>
    <w:rsid w:val="007B21FA"/>
    <w:rsid w:val="007B2ADE"/>
    <w:rsid w:val="007B3940"/>
    <w:rsid w:val="007C5206"/>
    <w:rsid w:val="007D492E"/>
    <w:rsid w:val="007D7129"/>
    <w:rsid w:val="007D77FF"/>
    <w:rsid w:val="007E0C49"/>
    <w:rsid w:val="007E3A3B"/>
    <w:rsid w:val="007E51F2"/>
    <w:rsid w:val="007E5E97"/>
    <w:rsid w:val="007E7688"/>
    <w:rsid w:val="007E7780"/>
    <w:rsid w:val="007F4A4B"/>
    <w:rsid w:val="007F73B3"/>
    <w:rsid w:val="007F770C"/>
    <w:rsid w:val="00802CB9"/>
    <w:rsid w:val="008063B2"/>
    <w:rsid w:val="00807BA4"/>
    <w:rsid w:val="0081105F"/>
    <w:rsid w:val="00821133"/>
    <w:rsid w:val="00823D53"/>
    <w:rsid w:val="00827C02"/>
    <w:rsid w:val="008324B0"/>
    <w:rsid w:val="00832D65"/>
    <w:rsid w:val="008407EC"/>
    <w:rsid w:val="0084333E"/>
    <w:rsid w:val="0084379B"/>
    <w:rsid w:val="00844367"/>
    <w:rsid w:val="00844CA9"/>
    <w:rsid w:val="00847491"/>
    <w:rsid w:val="00850194"/>
    <w:rsid w:val="008559E9"/>
    <w:rsid w:val="00855D13"/>
    <w:rsid w:val="00860D2C"/>
    <w:rsid w:val="00861CBA"/>
    <w:rsid w:val="00863B4C"/>
    <w:rsid w:val="00870977"/>
    <w:rsid w:val="00872AC0"/>
    <w:rsid w:val="00875531"/>
    <w:rsid w:val="008817F6"/>
    <w:rsid w:val="00882741"/>
    <w:rsid w:val="008831D7"/>
    <w:rsid w:val="00892B13"/>
    <w:rsid w:val="008A1C6B"/>
    <w:rsid w:val="008A4864"/>
    <w:rsid w:val="008A6D27"/>
    <w:rsid w:val="008B1B83"/>
    <w:rsid w:val="008B3ADA"/>
    <w:rsid w:val="008B5669"/>
    <w:rsid w:val="008B6281"/>
    <w:rsid w:val="008C5F4A"/>
    <w:rsid w:val="008C78B1"/>
    <w:rsid w:val="008E3990"/>
    <w:rsid w:val="008F21E8"/>
    <w:rsid w:val="008F272E"/>
    <w:rsid w:val="008F317C"/>
    <w:rsid w:val="008F6B2B"/>
    <w:rsid w:val="00900861"/>
    <w:rsid w:val="00905C37"/>
    <w:rsid w:val="00906916"/>
    <w:rsid w:val="00911B1B"/>
    <w:rsid w:val="00923957"/>
    <w:rsid w:val="0092514B"/>
    <w:rsid w:val="009264AA"/>
    <w:rsid w:val="00933403"/>
    <w:rsid w:val="00933D19"/>
    <w:rsid w:val="009354A9"/>
    <w:rsid w:val="00936C2A"/>
    <w:rsid w:val="00941257"/>
    <w:rsid w:val="00944EE8"/>
    <w:rsid w:val="009461F0"/>
    <w:rsid w:val="009601F5"/>
    <w:rsid w:val="00963E43"/>
    <w:rsid w:val="00970F21"/>
    <w:rsid w:val="00975F3B"/>
    <w:rsid w:val="0097737E"/>
    <w:rsid w:val="0098382A"/>
    <w:rsid w:val="009943CD"/>
    <w:rsid w:val="00994E91"/>
    <w:rsid w:val="009C37F8"/>
    <w:rsid w:val="009C6BB2"/>
    <w:rsid w:val="009E27B6"/>
    <w:rsid w:val="009E291A"/>
    <w:rsid w:val="009E7920"/>
    <w:rsid w:val="009F368F"/>
    <w:rsid w:val="009F4367"/>
    <w:rsid w:val="009F7033"/>
    <w:rsid w:val="009F7D93"/>
    <w:rsid w:val="00A03CE6"/>
    <w:rsid w:val="00A03E48"/>
    <w:rsid w:val="00A11F5A"/>
    <w:rsid w:val="00A158CB"/>
    <w:rsid w:val="00A236C5"/>
    <w:rsid w:val="00A26E37"/>
    <w:rsid w:val="00A34B40"/>
    <w:rsid w:val="00A36292"/>
    <w:rsid w:val="00A36D64"/>
    <w:rsid w:val="00A44A6B"/>
    <w:rsid w:val="00A51DBA"/>
    <w:rsid w:val="00A52024"/>
    <w:rsid w:val="00A52FCA"/>
    <w:rsid w:val="00A5408B"/>
    <w:rsid w:val="00A556CE"/>
    <w:rsid w:val="00A67D37"/>
    <w:rsid w:val="00A72DDE"/>
    <w:rsid w:val="00A84AEB"/>
    <w:rsid w:val="00A85ECD"/>
    <w:rsid w:val="00A923E2"/>
    <w:rsid w:val="00A95A2C"/>
    <w:rsid w:val="00A964CE"/>
    <w:rsid w:val="00A96C60"/>
    <w:rsid w:val="00AA4437"/>
    <w:rsid w:val="00AB363A"/>
    <w:rsid w:val="00AC1A42"/>
    <w:rsid w:val="00AC2A77"/>
    <w:rsid w:val="00AC35D6"/>
    <w:rsid w:val="00AC5860"/>
    <w:rsid w:val="00AD678B"/>
    <w:rsid w:val="00AE41A1"/>
    <w:rsid w:val="00AE5A17"/>
    <w:rsid w:val="00AE626F"/>
    <w:rsid w:val="00AF197C"/>
    <w:rsid w:val="00AF5AF6"/>
    <w:rsid w:val="00B01F74"/>
    <w:rsid w:val="00B13BB6"/>
    <w:rsid w:val="00B21FD0"/>
    <w:rsid w:val="00B2565D"/>
    <w:rsid w:val="00B30727"/>
    <w:rsid w:val="00B358B3"/>
    <w:rsid w:val="00B441D7"/>
    <w:rsid w:val="00B54207"/>
    <w:rsid w:val="00B67E21"/>
    <w:rsid w:val="00B734BB"/>
    <w:rsid w:val="00B77950"/>
    <w:rsid w:val="00B80700"/>
    <w:rsid w:val="00B860A8"/>
    <w:rsid w:val="00B86940"/>
    <w:rsid w:val="00B87347"/>
    <w:rsid w:val="00B90A33"/>
    <w:rsid w:val="00B91712"/>
    <w:rsid w:val="00B91D48"/>
    <w:rsid w:val="00B932C3"/>
    <w:rsid w:val="00B9526E"/>
    <w:rsid w:val="00BA0F09"/>
    <w:rsid w:val="00BA7059"/>
    <w:rsid w:val="00BA7C98"/>
    <w:rsid w:val="00BB0AEA"/>
    <w:rsid w:val="00BB40C8"/>
    <w:rsid w:val="00BB6985"/>
    <w:rsid w:val="00BC1C77"/>
    <w:rsid w:val="00BC60DC"/>
    <w:rsid w:val="00BC6602"/>
    <w:rsid w:val="00BD1E6C"/>
    <w:rsid w:val="00BD3A32"/>
    <w:rsid w:val="00BD787B"/>
    <w:rsid w:val="00BE0CE4"/>
    <w:rsid w:val="00BE7D68"/>
    <w:rsid w:val="00BF101A"/>
    <w:rsid w:val="00C03ED1"/>
    <w:rsid w:val="00C12F55"/>
    <w:rsid w:val="00C1503E"/>
    <w:rsid w:val="00C16955"/>
    <w:rsid w:val="00C20FB5"/>
    <w:rsid w:val="00C21584"/>
    <w:rsid w:val="00C2184A"/>
    <w:rsid w:val="00C22C94"/>
    <w:rsid w:val="00C25F2C"/>
    <w:rsid w:val="00C26117"/>
    <w:rsid w:val="00C26C14"/>
    <w:rsid w:val="00C3099B"/>
    <w:rsid w:val="00C3559B"/>
    <w:rsid w:val="00C3733B"/>
    <w:rsid w:val="00C41BBD"/>
    <w:rsid w:val="00C42B22"/>
    <w:rsid w:val="00C44620"/>
    <w:rsid w:val="00C53CED"/>
    <w:rsid w:val="00C57362"/>
    <w:rsid w:val="00C57CA7"/>
    <w:rsid w:val="00C617FE"/>
    <w:rsid w:val="00C62DD4"/>
    <w:rsid w:val="00C64F3D"/>
    <w:rsid w:val="00C7051E"/>
    <w:rsid w:val="00C70BEA"/>
    <w:rsid w:val="00C71B04"/>
    <w:rsid w:val="00C766CC"/>
    <w:rsid w:val="00C76B7D"/>
    <w:rsid w:val="00C8406C"/>
    <w:rsid w:val="00C85CAF"/>
    <w:rsid w:val="00C87AAA"/>
    <w:rsid w:val="00CA543F"/>
    <w:rsid w:val="00CA6184"/>
    <w:rsid w:val="00CA6429"/>
    <w:rsid w:val="00CA6ADF"/>
    <w:rsid w:val="00CB5C14"/>
    <w:rsid w:val="00CC0F0C"/>
    <w:rsid w:val="00CC12A8"/>
    <w:rsid w:val="00CC6892"/>
    <w:rsid w:val="00CC77A5"/>
    <w:rsid w:val="00CD31FE"/>
    <w:rsid w:val="00CD4F1D"/>
    <w:rsid w:val="00CE1EC6"/>
    <w:rsid w:val="00CE5201"/>
    <w:rsid w:val="00CE5840"/>
    <w:rsid w:val="00CF1627"/>
    <w:rsid w:val="00CF2263"/>
    <w:rsid w:val="00CF760D"/>
    <w:rsid w:val="00D008ED"/>
    <w:rsid w:val="00D01984"/>
    <w:rsid w:val="00D01EDA"/>
    <w:rsid w:val="00D03249"/>
    <w:rsid w:val="00D16472"/>
    <w:rsid w:val="00D23363"/>
    <w:rsid w:val="00D321C9"/>
    <w:rsid w:val="00D37FC2"/>
    <w:rsid w:val="00D43DB0"/>
    <w:rsid w:val="00D50221"/>
    <w:rsid w:val="00D50309"/>
    <w:rsid w:val="00D570C5"/>
    <w:rsid w:val="00D57103"/>
    <w:rsid w:val="00D60C0E"/>
    <w:rsid w:val="00D857E0"/>
    <w:rsid w:val="00D922CF"/>
    <w:rsid w:val="00D951B4"/>
    <w:rsid w:val="00DA32B3"/>
    <w:rsid w:val="00DA6734"/>
    <w:rsid w:val="00DB17AD"/>
    <w:rsid w:val="00DB56B3"/>
    <w:rsid w:val="00DB7F01"/>
    <w:rsid w:val="00DE050C"/>
    <w:rsid w:val="00DE1E84"/>
    <w:rsid w:val="00DE24BE"/>
    <w:rsid w:val="00DE5B21"/>
    <w:rsid w:val="00DE7479"/>
    <w:rsid w:val="00DF128B"/>
    <w:rsid w:val="00DF2F94"/>
    <w:rsid w:val="00DF3FFF"/>
    <w:rsid w:val="00E11688"/>
    <w:rsid w:val="00E15805"/>
    <w:rsid w:val="00E22E0E"/>
    <w:rsid w:val="00E26EAA"/>
    <w:rsid w:val="00E27CC3"/>
    <w:rsid w:val="00E30FCA"/>
    <w:rsid w:val="00E36F97"/>
    <w:rsid w:val="00E37166"/>
    <w:rsid w:val="00E42057"/>
    <w:rsid w:val="00E44C4F"/>
    <w:rsid w:val="00E46DA0"/>
    <w:rsid w:val="00E5390D"/>
    <w:rsid w:val="00E62BEE"/>
    <w:rsid w:val="00E63075"/>
    <w:rsid w:val="00E644BF"/>
    <w:rsid w:val="00E653FB"/>
    <w:rsid w:val="00E73A40"/>
    <w:rsid w:val="00E806E3"/>
    <w:rsid w:val="00E81697"/>
    <w:rsid w:val="00E83744"/>
    <w:rsid w:val="00E87B0F"/>
    <w:rsid w:val="00E928D4"/>
    <w:rsid w:val="00E94852"/>
    <w:rsid w:val="00E9493A"/>
    <w:rsid w:val="00EA4D25"/>
    <w:rsid w:val="00EA576F"/>
    <w:rsid w:val="00EB0255"/>
    <w:rsid w:val="00EB3838"/>
    <w:rsid w:val="00EB4C77"/>
    <w:rsid w:val="00EB5D03"/>
    <w:rsid w:val="00EB5E65"/>
    <w:rsid w:val="00EB68CC"/>
    <w:rsid w:val="00EC038C"/>
    <w:rsid w:val="00EC2095"/>
    <w:rsid w:val="00EC5E51"/>
    <w:rsid w:val="00EC76B0"/>
    <w:rsid w:val="00ED48AE"/>
    <w:rsid w:val="00EE2F16"/>
    <w:rsid w:val="00EE57FD"/>
    <w:rsid w:val="00EE65A7"/>
    <w:rsid w:val="00EF48EC"/>
    <w:rsid w:val="00EF6016"/>
    <w:rsid w:val="00F02C21"/>
    <w:rsid w:val="00F05E03"/>
    <w:rsid w:val="00F2061A"/>
    <w:rsid w:val="00F27B5C"/>
    <w:rsid w:val="00F30057"/>
    <w:rsid w:val="00F31EFD"/>
    <w:rsid w:val="00F34750"/>
    <w:rsid w:val="00F44CF6"/>
    <w:rsid w:val="00F46114"/>
    <w:rsid w:val="00F47B3A"/>
    <w:rsid w:val="00F5173B"/>
    <w:rsid w:val="00F55BF9"/>
    <w:rsid w:val="00F602C8"/>
    <w:rsid w:val="00F62595"/>
    <w:rsid w:val="00F64FF2"/>
    <w:rsid w:val="00F7168A"/>
    <w:rsid w:val="00F71C13"/>
    <w:rsid w:val="00F74EB7"/>
    <w:rsid w:val="00F767F2"/>
    <w:rsid w:val="00F77228"/>
    <w:rsid w:val="00F90567"/>
    <w:rsid w:val="00F908EE"/>
    <w:rsid w:val="00F91352"/>
    <w:rsid w:val="00F922ED"/>
    <w:rsid w:val="00FA33DE"/>
    <w:rsid w:val="00FA4350"/>
    <w:rsid w:val="00FB7ADE"/>
    <w:rsid w:val="00FC164F"/>
    <w:rsid w:val="00FD2036"/>
    <w:rsid w:val="00FD41AB"/>
    <w:rsid w:val="00FE45B3"/>
    <w:rsid w:val="00FE7E77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6AEF4A"/>
  <w15:docId w15:val="{3499CAB0-D84E-49B4-84B1-ED9CB829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4C4F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3378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13378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13378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13378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6F4577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34"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A04FE"/>
    <w:rPr>
      <w:sz w:val="14"/>
    </w:rPr>
  </w:style>
  <w:style w:type="character" w:styleId="Ulstomtale">
    <w:name w:val="Unresolved Mention"/>
    <w:basedOn w:val="Standardskrifttypeiafsnit"/>
    <w:uiPriority w:val="99"/>
    <w:semiHidden/>
    <w:unhideWhenUsed/>
    <w:rsid w:val="001618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1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im@mim.dk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ronnp@mim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mnv@mim.dk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46061\AppData\Local\cBrain\F2\.tmp\4fd9cd5cd2c5431ebc4f472169822ef9.dotx" TargetMode="External"/></Relationship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4fd9cd5cd2c5431ebc4f472169822ef9.dotx</Template>
  <TotalTime>0</TotalTime>
  <Pages>2</Pages>
  <Words>372</Words>
  <Characters>2273</Characters>
  <Application>Microsoft Office Word</Application>
  <DocSecurity>0</DocSecurity>
  <Lines>18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Notat</vt:lpstr>
      <vt:lpstr>Notat</vt:lpstr>
      <vt:lpstr>Notat om </vt:lpstr>
      <vt:lpstr>Problemstilling</vt:lpstr>
      <vt:lpstr>Baggrund</vt:lpstr>
      <vt:lpstr>Løsning [Kun hvis relevant]</vt:lpstr>
    </vt:vector>
  </TitlesOfParts>
  <Company>Miljøministeriet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subject/>
  <dc:creator>Nina Fold von Bülow</dc:creator>
  <cp:keywords/>
  <dc:description/>
  <cp:lastModifiedBy>Anna Caroline Hjorth-Larsen</cp:lastModifiedBy>
  <cp:revision>2</cp:revision>
  <cp:lastPrinted>2005-05-20T12:11:00Z</cp:lastPrinted>
  <dcterms:created xsi:type="dcterms:W3CDTF">2025-09-13T12:30:00Z</dcterms:created>
  <dcterms:modified xsi:type="dcterms:W3CDTF">2025-09-13T12:30:00Z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Notat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45014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NIFOL</vt:lpwstr>
  </property>
  <property fmtid="{D5CDD505-2E9C-101B-9397-08002B2CF9AE}" pid="17" name="SD_CtlText_Generelt_CaseNoF2">
    <vt:lpwstr>2023 - 872</vt:lpwstr>
  </property>
  <property fmtid="{D5CDD505-2E9C-101B-9397-08002B2CF9AE}" pid="18" name="SD_UserprofileName">
    <vt:lpwstr>NIFOL</vt:lpwstr>
  </property>
  <property fmtid="{D5CDD505-2E9C-101B-9397-08002B2CF9AE}" pid="19" name="SD_Office_OFF_ID">
    <vt:lpwstr>144</vt:lpwstr>
  </property>
  <property fmtid="{D5CDD505-2E9C-101B-9397-08002B2CF9AE}" pid="20" name="CurrentOfficeID">
    <vt:lpwstr>144</vt:lpwstr>
  </property>
  <property fmtid="{D5CDD505-2E9C-101B-9397-08002B2CF9AE}" pid="21" name="SD_Office_OFF_Organisation">
    <vt:lpwstr>MIM</vt:lpwstr>
  </property>
  <property fmtid="{D5CDD505-2E9C-101B-9397-08002B2CF9AE}" pid="22" name="SD_Office_OFF_ArtworkDefinition">
    <vt:lpwstr>MIM</vt:lpwstr>
  </property>
  <property fmtid="{D5CDD505-2E9C-101B-9397-08002B2CF9AE}" pid="23" name="SD_Office_OFF_LogoFileName">
    <vt:lpwstr>MIMDEP</vt:lpwstr>
  </property>
  <property fmtid="{D5CDD505-2E9C-101B-9397-08002B2CF9AE}" pid="24" name="SD_Office_OFF_Institution">
    <vt:lpwstr>Miljøministeriet</vt:lpwstr>
  </property>
  <property fmtid="{D5CDD505-2E9C-101B-9397-08002B2CF9AE}" pid="25" name="SD_Office_OFF_Institution_EN">
    <vt:lpwstr>Ministry of Environment</vt:lpwstr>
  </property>
  <property fmtid="{D5CDD505-2E9C-101B-9397-08002B2CF9AE}" pid="26" name="SD_Office_OFF_kontor">
    <vt:lpwstr>Cirkulær økonomi</vt:lpwstr>
  </property>
  <property fmtid="{D5CDD505-2E9C-101B-9397-08002B2CF9AE}" pid="27" name="SD_Office_OFF_Department">
    <vt:lpwstr>Cirkulær økonomi</vt:lpwstr>
  </property>
  <property fmtid="{D5CDD505-2E9C-101B-9397-08002B2CF9AE}" pid="28" name="SD_Office_OFF_Department_EN">
    <vt:lpwstr>Cirkulær økonomi</vt:lpwstr>
  </property>
  <property fmtid="{D5CDD505-2E9C-101B-9397-08002B2CF9AE}" pid="29" name="SD_Office_OFF_Footertext">
    <vt:lpwstr/>
  </property>
  <property fmtid="{D5CDD505-2E9C-101B-9397-08002B2CF9AE}" pid="30" name="SD_Office_OFF_AddressA">
    <vt:lpwstr>Frederiksholms Kanal 26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Frederiksholms Kanal 26</vt:lpwstr>
  </property>
  <property fmtid="{D5CDD505-2E9C-101B-9397-08002B2CF9AE}" pid="34" name="SD_Office_OFF_AddressD">
    <vt:lpwstr>1220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/>
  </property>
  <property fmtid="{D5CDD505-2E9C-101B-9397-08002B2CF9AE}" pid="40" name="SD_Office_OFF_Fax_EN">
    <vt:lpwstr/>
  </property>
  <property fmtid="{D5CDD505-2E9C-101B-9397-08002B2CF9AE}" pid="41" name="SD_Office_OFF_Email">
    <vt:lpwstr>mim@mim.dk</vt:lpwstr>
  </property>
  <property fmtid="{D5CDD505-2E9C-101B-9397-08002B2CF9AE}" pid="42" name="SD_Office_OFF_Web">
    <vt:lpwstr>www.mim.dk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MIM</vt:lpwstr>
  </property>
  <property fmtid="{D5CDD505-2E9C-101B-9397-08002B2CF9AE}" pid="48" name="USR_Name">
    <vt:lpwstr>Nina Fold von Bülow</vt:lpwstr>
  </property>
  <property fmtid="{D5CDD505-2E9C-101B-9397-08002B2CF9AE}" pid="49" name="USR_Initials">
    <vt:lpwstr>NIFOL</vt:lpwstr>
  </property>
  <property fmtid="{D5CDD505-2E9C-101B-9397-08002B2CF9AE}" pid="50" name="USR_Title">
    <vt:lpwstr>Fuldmægtig</vt:lpwstr>
  </property>
  <property fmtid="{D5CDD505-2E9C-101B-9397-08002B2CF9AE}" pid="51" name="USR_DirectPhone">
    <vt:lpwstr>+45 24 66 74 39</vt:lpwstr>
  </property>
  <property fmtid="{D5CDD505-2E9C-101B-9397-08002B2CF9AE}" pid="52" name="USR_Mobile">
    <vt:lpwstr>+45 24 66 74 39</vt:lpwstr>
  </property>
  <property fmtid="{D5CDD505-2E9C-101B-9397-08002B2CF9AE}" pid="53" name="USR_Email">
    <vt:lpwstr>nifol@mim.dk</vt:lpwstr>
  </property>
  <property fmtid="{D5CDD505-2E9C-101B-9397-08002B2CF9AE}" pid="54" name="DocumentInfoFinished">
    <vt:lpwstr>True</vt:lpwstr>
  </property>
  <property fmtid="{D5CDD505-2E9C-101B-9397-08002B2CF9AE}" pid="55" name="SD_IntegrationInfoAdded">
    <vt:bool>true</vt:bool>
  </property>
</Properties>
</file>